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A1C62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mš obchodní – rekonstrukce silnoproudu a slaboproudu</w:t>
            </w:r>
            <w:r w:rsidR="003C6B36">
              <w:rPr>
                <w:b/>
                <w:bCs/>
                <w:caps/>
                <w:color w:val="FF0000"/>
                <w:sz w:val="24"/>
              </w:rPr>
              <w:t xml:space="preserve"> – I. etapa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C6B36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CB603-5657-45CB-8E42-79E36C1B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1DF287A5</Template>
  <TotalTime>12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2022-09-06T08:53:00Z</cp:lastPrinted>
  <dcterms:created xsi:type="dcterms:W3CDTF">2025-01-21T08:10:00Z</dcterms:created>
  <dcterms:modified xsi:type="dcterms:W3CDTF">2025-04-07T06:09:00Z</dcterms:modified>
</cp:coreProperties>
</file>